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29492ED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33FD329" w14:textId="2F3BF118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8466B9F992AB6E4F96D49C25C22C2E2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12-0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A3581A">
                  <w:rPr>
                    <w:rStyle w:val="Dokumentdatum"/>
                  </w:rPr>
                  <w:t>9. Dezember 2024</w:t>
                </w:r>
              </w:sdtContent>
            </w:sdt>
          </w:p>
        </w:tc>
      </w:tr>
      <w:tr w:rsidR="004255E9" w:rsidRPr="003778A6" w14:paraId="2F20A6EE" w14:textId="77777777" w:rsidTr="00D1041E">
        <w:trPr>
          <w:trHeight w:hRule="exact" w:val="221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2637646" w14:textId="77777777" w:rsidR="00D1041E" w:rsidRPr="00D1041E" w:rsidRDefault="00D1041E" w:rsidP="00D1041E">
            <w:pPr>
              <w:pStyle w:val="berschrift1"/>
              <w:shd w:val="clear" w:color="auto" w:fill="FFFFFF"/>
              <w:spacing w:before="72" w:after="525"/>
              <w:rPr>
                <w:rFonts w:ascii="Helvetica" w:hAnsi="Helvetica" w:cs="Helvetica"/>
                <w:b w:val="0"/>
                <w:bCs/>
                <w:color w:val="002364"/>
                <w:spacing w:val="-4"/>
                <w:kern w:val="36"/>
              </w:rPr>
            </w:pPr>
            <w:r w:rsidRPr="00D1041E">
              <w:rPr>
                <w:b w:val="0"/>
                <w:bCs/>
                <w:color w:val="002364"/>
                <w:sz w:val="40"/>
                <w:szCs w:val="40"/>
              </w:rPr>
              <w:t xml:space="preserve">Liveable buildings for children: GEZE </w:t>
            </w:r>
            <w:proofErr w:type="gramStart"/>
            <w:r w:rsidRPr="00D1041E">
              <w:rPr>
                <w:b w:val="0"/>
                <w:bCs/>
                <w:color w:val="002364"/>
                <w:sz w:val="40"/>
                <w:szCs w:val="40"/>
              </w:rPr>
              <w:t>supports</w:t>
            </w:r>
            <w:proofErr w:type="gramEnd"/>
            <w:r w:rsidRPr="00D1041E">
              <w:rPr>
                <w:b w:val="0"/>
                <w:bCs/>
                <w:color w:val="002364"/>
                <w:sz w:val="40"/>
                <w:szCs w:val="40"/>
              </w:rPr>
              <w:t xml:space="preserve"> children's homes run by the German Children's Fund</w:t>
            </w:r>
          </w:p>
          <w:p w14:paraId="78D56F6D" w14:textId="5B479711" w:rsidR="004255E9" w:rsidRPr="00D1041E" w:rsidRDefault="004255E9" w:rsidP="004255E9">
            <w:pPr>
              <w:pStyle w:val="Betreff"/>
              <w:rPr>
                <w:lang w:val="en-GB"/>
              </w:rPr>
            </w:pPr>
          </w:p>
        </w:tc>
      </w:tr>
    </w:tbl>
    <w:p w14:paraId="12B0B588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030D74F" w14:textId="77777777" w:rsidR="006A66F9" w:rsidRPr="00400CDA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400CDA">
        <w:rPr>
          <w:color w:val="002364"/>
        </w:rPr>
        <w:t>Angela Staiber</w:t>
      </w:r>
    </w:p>
    <w:p w14:paraId="0CC0AE52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56EC313E" w14:textId="77777777" w:rsidR="006A66F9" w:rsidRDefault="006A66F9" w:rsidP="006A66F9">
      <w:pPr>
        <w:pStyle w:val="Margin"/>
        <w:framePr w:h="1478" w:hRule="exact" w:wrap="around" w:x="8780" w:y="4022"/>
      </w:pPr>
      <w:r w:rsidRPr="00400CDA">
        <w:rPr>
          <w:rStyle w:val="MarginVorsatzwrter"/>
          <w:color w:val="002364"/>
        </w:rPr>
        <w:t>EMAIL</w:t>
      </w:r>
      <w:r w:rsidRPr="00400CDA">
        <w:rPr>
          <w:color w:val="002364"/>
        </w:rPr>
        <w:t xml:space="preserve">  </w:t>
      </w:r>
      <w:hyperlink r:id="rId9" w:tgtFrame="_blank" w:history="1">
        <w:r w:rsidRPr="00400CDA">
          <w:rPr>
            <w:color w:val="002364"/>
          </w:rPr>
          <w:t>a.staiber@geze.com</w:t>
        </w:r>
      </w:hyperlink>
    </w:p>
    <w:p w14:paraId="3E29ECDE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400CDA" w:rsidRPr="008E4BE2" w14:paraId="451C4C7C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970D637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8D6E675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753CE4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400CDA" w14:paraId="60A12C0B" w14:textId="77777777" w:rsidTr="000A59DA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9AF05B7" w14:textId="0CD758F9" w:rsidR="007E5DFD" w:rsidRDefault="00D401C9" w:rsidP="007E5DF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C7D0E84" wp14:editId="3D992CAA">
                  <wp:extent cx="1953490" cy="1299669"/>
                  <wp:effectExtent l="0" t="0" r="2540" b="0"/>
                  <wp:docPr id="404379470" name="Grafik 3" descr="Ein Bild, das Kleidung, Person, Menschliches Gesicht, Lächel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379470" name="Grafik 3" descr="Ein Bild, das Kleidung, Person, Menschliches Gesicht, Lächel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7749" cy="1309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A7B210F" w14:textId="396FC964" w:rsidR="007E5DFD" w:rsidRPr="003778A6" w:rsidRDefault="003778A6" w:rsidP="003778A6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3778A6">
              <w:rPr>
                <w:color w:val="002364"/>
                <w:sz w:val="20"/>
                <w:szCs w:val="20"/>
                <w:lang w:val="en-US"/>
              </w:rPr>
              <w:t xml:space="preserve">The Villa Jo team from the </w:t>
            </w:r>
            <w:proofErr w:type="spellStart"/>
            <w:r w:rsidRPr="003778A6">
              <w:rPr>
                <w:color w:val="002364"/>
                <w:sz w:val="20"/>
                <w:szCs w:val="20"/>
                <w:lang w:val="en-US"/>
              </w:rPr>
              <w:t>Obertürkheim</w:t>
            </w:r>
            <w:proofErr w:type="spellEnd"/>
            <w:r w:rsidRPr="003778A6">
              <w:rPr>
                <w:color w:val="002364"/>
                <w:sz w:val="20"/>
                <w:szCs w:val="20"/>
                <w:lang w:val="en-US"/>
              </w:rPr>
              <w:t xml:space="preserve"> children's </w:t>
            </w:r>
            <w:proofErr w:type="spellStart"/>
            <w:r w:rsidRPr="003778A6">
              <w:rPr>
                <w:color w:val="002364"/>
                <w:sz w:val="20"/>
                <w:szCs w:val="20"/>
                <w:lang w:val="en-US"/>
              </w:rPr>
              <w:t>centre</w:t>
            </w:r>
            <w:proofErr w:type="spellEnd"/>
            <w:r w:rsidRPr="003778A6">
              <w:rPr>
                <w:color w:val="002364"/>
                <w:sz w:val="20"/>
                <w:szCs w:val="20"/>
                <w:lang w:val="en-US"/>
              </w:rPr>
              <w:t xml:space="preserve">, led by Steffen Brodbeck, with Sabina </w:t>
            </w:r>
            <w:proofErr w:type="spellStart"/>
            <w:r w:rsidRPr="003778A6">
              <w:rPr>
                <w:color w:val="002364"/>
                <w:sz w:val="20"/>
                <w:szCs w:val="20"/>
                <w:lang w:val="en-US"/>
              </w:rPr>
              <w:t>Höptner</w:t>
            </w:r>
            <w:proofErr w:type="spellEnd"/>
            <w:r w:rsidRPr="003778A6">
              <w:rPr>
                <w:color w:val="002364"/>
                <w:sz w:val="20"/>
                <w:szCs w:val="20"/>
                <w:lang w:val="en-US"/>
              </w:rPr>
              <w:t xml:space="preserve"> from GEZE.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60B025A6" w14:textId="06F24F12" w:rsidR="007E5DFD" w:rsidRPr="00104446" w:rsidRDefault="00400CDA" w:rsidP="007E5DF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00CDA" w14:paraId="1AEE8356" w14:textId="77777777" w:rsidTr="000A59DA">
        <w:trPr>
          <w:trHeight w:val="2843"/>
        </w:trPr>
        <w:tc>
          <w:tcPr>
            <w:tcW w:w="403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2237A90" w14:textId="0FB8F3F1" w:rsidR="00C27F51" w:rsidRDefault="008B5108" w:rsidP="00C27F51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573115C" wp14:editId="6A6DC1B9">
                  <wp:extent cx="2134317" cy="1423554"/>
                  <wp:effectExtent l="0" t="0" r="0" b="0"/>
                  <wp:docPr id="1589432660" name="Grafik 8" descr="Ein Bild, das Kleidung, Person, Im Haus, Ler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9432660" name="Grafik 8" descr="Ein Bild, das Kleidung, Person, Im Haus, Lern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7622" cy="1445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621B49D" w14:textId="47714FCE" w:rsidR="00C27F51" w:rsidRPr="00D1041E" w:rsidRDefault="00063198" w:rsidP="00400CDA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D1041E">
              <w:rPr>
                <w:color w:val="002364"/>
                <w:sz w:val="20"/>
                <w:szCs w:val="20"/>
                <w:lang w:val="en-US"/>
              </w:rPr>
              <w:t>A place to stay: With this year's donation to the German Children's Fund, GEZE is supporting children's homes at six locations.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61ABDC2" w14:textId="7C591574" w:rsidR="00C27F51" w:rsidRPr="00104446" w:rsidRDefault="008B5108" w:rsidP="00C27F51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Deutsches Kinderhilfswerk e.V.</w:t>
            </w:r>
            <w:r w:rsidR="004F236B">
              <w:rPr>
                <w:color w:val="002364"/>
                <w:sz w:val="20"/>
                <w:szCs w:val="20"/>
              </w:rPr>
              <w:t xml:space="preserve"> / Andreas Lemke</w:t>
            </w:r>
          </w:p>
        </w:tc>
      </w:tr>
      <w:tr w:rsidR="00400CDA" w14:paraId="4F05E444" w14:textId="77777777" w:rsidTr="000A59DA">
        <w:trPr>
          <w:trHeight w:val="2973"/>
        </w:trPr>
        <w:tc>
          <w:tcPr>
            <w:tcW w:w="4032" w:type="dxa"/>
            <w:tcBorders>
              <w:top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vAlign w:val="center"/>
          </w:tcPr>
          <w:p w14:paraId="4B313523" w14:textId="22BFF780" w:rsidR="00C27F51" w:rsidRDefault="00D401C9" w:rsidP="00C27F51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986BADF" wp14:editId="00BBE0E5">
                  <wp:extent cx="1984663" cy="1490522"/>
                  <wp:effectExtent l="0" t="0" r="0" b="0"/>
                  <wp:docPr id="1840224136" name="Grafik 3" descr="Ein Bild, das Person, Kinderkunst, Kleidung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0224136" name="Grafik 3" descr="Ein Bild, das Person, Kinderkunst, Kleidung, Zeichnung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7661" cy="1500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vAlign w:val="center"/>
          </w:tcPr>
          <w:p w14:paraId="60869D83" w14:textId="6EDD26C0" w:rsidR="000A59DA" w:rsidRPr="00D1041E" w:rsidRDefault="00D1041E" w:rsidP="000A59DA">
            <w:pPr>
              <w:rPr>
                <w:b/>
                <w:lang w:val="en-US"/>
              </w:rPr>
            </w:pPr>
            <w:r w:rsidRPr="00D1041E">
              <w:rPr>
                <w:color w:val="002364"/>
                <w:sz w:val="20"/>
                <w:szCs w:val="20"/>
                <w:lang w:val="en-US"/>
              </w:rPr>
              <w:t>Crafting togethe</w:t>
            </w:r>
            <w:r w:rsidR="00063198">
              <w:rPr>
                <w:color w:val="002364"/>
                <w:sz w:val="20"/>
                <w:szCs w:val="20"/>
                <w:lang w:val="en-US"/>
              </w:rPr>
              <w:t>r</w:t>
            </w:r>
            <w:r w:rsidRPr="00D1041E">
              <w:rPr>
                <w:color w:val="002364"/>
                <w:sz w:val="20"/>
                <w:szCs w:val="20"/>
                <w:lang w:val="en-US"/>
              </w:rPr>
              <w:t xml:space="preserve">: At the GEZE Volunteer Days planned for next year, employees will be able to volunteer in the children's homes themselves. </w:t>
            </w:r>
          </w:p>
          <w:p w14:paraId="39D050B7" w14:textId="2755863B" w:rsidR="00C27F51" w:rsidRPr="00D1041E" w:rsidRDefault="00C27F51" w:rsidP="00400CDA">
            <w:pPr>
              <w:rPr>
                <w:color w:val="002364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7B53D86" w14:textId="7F9BC43C" w:rsidR="00C27F51" w:rsidRPr="00104446" w:rsidRDefault="000A59DA" w:rsidP="00C27F51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A59DA" w14:paraId="44D08953" w14:textId="77777777" w:rsidTr="000A5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973"/>
        </w:trPr>
        <w:tc>
          <w:tcPr>
            <w:tcW w:w="403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18838DD6" w14:textId="4064B024" w:rsidR="000A59DA" w:rsidRDefault="000A59DA" w:rsidP="00EE5BB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1C6306A" wp14:editId="28D088C7">
                  <wp:extent cx="2116865" cy="1589809"/>
                  <wp:effectExtent l="0" t="0" r="4445" b="0"/>
                  <wp:docPr id="688307190" name="Grafik 6" descr="Ein Bild, das Kleidung, Im Haus, Mischpult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307190" name="Grafik 6" descr="Ein Bild, das Kleidung, Im Haus, Mischpult, Person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673" cy="1603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09E4FB26" w14:textId="47398161" w:rsidR="000A59DA" w:rsidRPr="00D1041E" w:rsidRDefault="00D1041E" w:rsidP="00EE5BB7">
            <w:pPr>
              <w:rPr>
                <w:color w:val="002364"/>
                <w:sz w:val="20"/>
                <w:szCs w:val="20"/>
                <w:lang w:val="en-US"/>
              </w:rPr>
            </w:pPr>
            <w:r w:rsidRPr="00D1041E">
              <w:rPr>
                <w:color w:val="002364"/>
                <w:sz w:val="20"/>
                <w:szCs w:val="20"/>
                <w:lang w:val="en-US"/>
              </w:rPr>
              <w:t>In the children's homes, children can take part in a wide range of activities, do their homework in peace, play carefree or find support from people they trust</w:t>
            </w:r>
            <w:r w:rsidR="000A59DA" w:rsidRPr="00D1041E">
              <w:rPr>
                <w:color w:val="002364"/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3083A152" w14:textId="22999D81" w:rsidR="000A59DA" w:rsidRPr="00104446" w:rsidRDefault="000A59DA" w:rsidP="00EE5BB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A59DA" w14:paraId="202517EF" w14:textId="77777777" w:rsidTr="000A5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973"/>
        </w:trPr>
        <w:tc>
          <w:tcPr>
            <w:tcW w:w="4032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1ABBB7B0" w14:textId="112C22E6" w:rsidR="000A59DA" w:rsidRDefault="008B5108" w:rsidP="00EE5BB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54394C3" wp14:editId="6CAEFA6B">
                  <wp:extent cx="2104874" cy="1402773"/>
                  <wp:effectExtent l="0" t="0" r="3810" b="0"/>
                  <wp:docPr id="299824437" name="Grafik 3" descr="Ein Bild, das Essen, Nudelholz, Küchenutensili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824437" name="Grafik 3" descr="Ein Bild, das Essen, Nudelholz, Küchenutensilien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3803" cy="1415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2E829562" w14:textId="43628018" w:rsidR="000A59DA" w:rsidRPr="00D1041E" w:rsidRDefault="008B5108" w:rsidP="00EE5BB7">
            <w:pPr>
              <w:rPr>
                <w:color w:val="002364"/>
                <w:sz w:val="20"/>
                <w:szCs w:val="20"/>
                <w:lang w:val="en-US"/>
              </w:rPr>
            </w:pPr>
            <w:r w:rsidRPr="00353CC7">
              <w:rPr>
                <w:color w:val="002364"/>
                <w:sz w:val="20"/>
                <w:szCs w:val="20"/>
                <w:lang w:val="en-US"/>
              </w:rPr>
              <w:t>The traditional Christmas donation is an opportunity for the company and its employees to express their gratitude and assume social responsibility.</w:t>
            </w:r>
          </w:p>
        </w:tc>
        <w:tc>
          <w:tcPr>
            <w:tcW w:w="1843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2A99E27" w14:textId="71BEF6BE" w:rsidR="000A59DA" w:rsidRPr="00104446" w:rsidRDefault="000A59DA" w:rsidP="00EE5BB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4F70A334" w14:textId="77777777" w:rsidR="008F511E" w:rsidRDefault="008F511E" w:rsidP="00095819">
      <w:pPr>
        <w:rPr>
          <w:lang w:val="en-GB"/>
        </w:rPr>
      </w:pPr>
    </w:p>
    <w:p w14:paraId="6B47321B" w14:textId="77777777" w:rsidR="00263078" w:rsidRDefault="00263078" w:rsidP="00095819">
      <w:pPr>
        <w:rPr>
          <w:lang w:val="en-GB"/>
        </w:rPr>
      </w:pPr>
    </w:p>
    <w:p w14:paraId="0D13EE17" w14:textId="77777777" w:rsidR="00263078" w:rsidRDefault="00263078" w:rsidP="00095819">
      <w:pPr>
        <w:rPr>
          <w:lang w:val="en-GB"/>
        </w:rPr>
      </w:pPr>
    </w:p>
    <w:sectPr w:rsidR="00263078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DD240" w14:textId="77777777" w:rsidR="000B2C6C" w:rsidRDefault="000B2C6C" w:rsidP="008D6134">
      <w:pPr>
        <w:spacing w:line="240" w:lineRule="auto"/>
      </w:pPr>
      <w:r>
        <w:separator/>
      </w:r>
    </w:p>
  </w:endnote>
  <w:endnote w:type="continuationSeparator" w:id="0">
    <w:p w14:paraId="34422789" w14:textId="77777777" w:rsidR="000B2C6C" w:rsidRDefault="000B2C6C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54EFA" w14:textId="77777777" w:rsidR="000B2C6C" w:rsidRDefault="000B2C6C" w:rsidP="008D6134">
      <w:pPr>
        <w:spacing w:line="240" w:lineRule="auto"/>
      </w:pPr>
      <w:r>
        <w:separator/>
      </w:r>
    </w:p>
  </w:footnote>
  <w:footnote w:type="continuationSeparator" w:id="0">
    <w:p w14:paraId="651A9772" w14:textId="77777777" w:rsidR="000B2C6C" w:rsidRDefault="000B2C6C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27798" w14:paraId="425AB635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043C149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A3B961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D0CF1EE" w14:textId="79532281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4255E9" w:rsidRPr="008B572B">
            <w:t>Presse</w:t>
          </w:r>
          <w:r>
            <w:fldChar w:fldCharType="end"/>
          </w:r>
          <w:r w:rsidR="00695278">
            <w:t>fotos</w:t>
          </w:r>
        </w:p>
        <w:p w14:paraId="64AA0981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27A2504" w14:textId="77777777" w:rsidTr="00B556B7">
      <w:trPr>
        <w:trHeight w:hRule="exact" w:val="215"/>
      </w:trPr>
      <w:tc>
        <w:tcPr>
          <w:tcW w:w="7359" w:type="dxa"/>
        </w:tcPr>
        <w:p w14:paraId="0AF9F6B5" w14:textId="0344CDD2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12-0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A3581A">
                <w:t>09.12.2024</w:t>
              </w:r>
            </w:sdtContent>
          </w:sdt>
        </w:p>
      </w:tc>
    </w:tr>
  </w:tbl>
  <w:p w14:paraId="12EAEB30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94D5705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9E0EC73" wp14:editId="44DC01F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C1BB9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27798" w14:paraId="1B326DD5" w14:textId="77777777" w:rsidTr="005A529F">
      <w:trPr>
        <w:trHeight w:hRule="exact" w:val="198"/>
      </w:trPr>
      <w:tc>
        <w:tcPr>
          <w:tcW w:w="7371" w:type="dxa"/>
        </w:tcPr>
        <w:p w14:paraId="2CA042E1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5CA317D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8AC51C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8D934FE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74378A8" wp14:editId="0278936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6BBD678" wp14:editId="4F1FA3B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B53D9F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BD7B5F0" wp14:editId="6D6B7C98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BE4E0E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5E9"/>
    <w:rsid w:val="0001564F"/>
    <w:rsid w:val="00025DF7"/>
    <w:rsid w:val="00043C70"/>
    <w:rsid w:val="0005443A"/>
    <w:rsid w:val="00055891"/>
    <w:rsid w:val="00062822"/>
    <w:rsid w:val="00063198"/>
    <w:rsid w:val="0008169D"/>
    <w:rsid w:val="00094A49"/>
    <w:rsid w:val="00095819"/>
    <w:rsid w:val="000A3263"/>
    <w:rsid w:val="000A59DA"/>
    <w:rsid w:val="000B02C6"/>
    <w:rsid w:val="000B2C6C"/>
    <w:rsid w:val="000E4797"/>
    <w:rsid w:val="000F7F44"/>
    <w:rsid w:val="00104446"/>
    <w:rsid w:val="00110BB8"/>
    <w:rsid w:val="00113091"/>
    <w:rsid w:val="001261D2"/>
    <w:rsid w:val="00126C06"/>
    <w:rsid w:val="00131D40"/>
    <w:rsid w:val="001673EE"/>
    <w:rsid w:val="001908D8"/>
    <w:rsid w:val="001D1CA2"/>
    <w:rsid w:val="001E31AC"/>
    <w:rsid w:val="001F462D"/>
    <w:rsid w:val="00230425"/>
    <w:rsid w:val="00241027"/>
    <w:rsid w:val="00254643"/>
    <w:rsid w:val="002627A3"/>
    <w:rsid w:val="00263078"/>
    <w:rsid w:val="0029275C"/>
    <w:rsid w:val="0029378C"/>
    <w:rsid w:val="00295C6C"/>
    <w:rsid w:val="002A2B85"/>
    <w:rsid w:val="002D4EAE"/>
    <w:rsid w:val="003023FF"/>
    <w:rsid w:val="00302AAA"/>
    <w:rsid w:val="00325429"/>
    <w:rsid w:val="00362821"/>
    <w:rsid w:val="003660CB"/>
    <w:rsid w:val="00372112"/>
    <w:rsid w:val="003778A6"/>
    <w:rsid w:val="00381993"/>
    <w:rsid w:val="003A1AEF"/>
    <w:rsid w:val="003A1C1B"/>
    <w:rsid w:val="003C69DE"/>
    <w:rsid w:val="003D37C3"/>
    <w:rsid w:val="003F7DD3"/>
    <w:rsid w:val="00400CDA"/>
    <w:rsid w:val="00420C17"/>
    <w:rsid w:val="00423060"/>
    <w:rsid w:val="004255E9"/>
    <w:rsid w:val="00451489"/>
    <w:rsid w:val="00454337"/>
    <w:rsid w:val="00467E57"/>
    <w:rsid w:val="004E1AAA"/>
    <w:rsid w:val="004F0126"/>
    <w:rsid w:val="004F236B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C7649"/>
    <w:rsid w:val="0060196E"/>
    <w:rsid w:val="006109F4"/>
    <w:rsid w:val="00615EF1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5DFD"/>
    <w:rsid w:val="007E700E"/>
    <w:rsid w:val="007F0435"/>
    <w:rsid w:val="00804393"/>
    <w:rsid w:val="00846FEA"/>
    <w:rsid w:val="008510DC"/>
    <w:rsid w:val="00862803"/>
    <w:rsid w:val="00863B08"/>
    <w:rsid w:val="008A2F5C"/>
    <w:rsid w:val="008B5108"/>
    <w:rsid w:val="008B572B"/>
    <w:rsid w:val="008B5ABA"/>
    <w:rsid w:val="008C32F8"/>
    <w:rsid w:val="008D6134"/>
    <w:rsid w:val="008E0329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581A"/>
    <w:rsid w:val="00A37A65"/>
    <w:rsid w:val="00A9034D"/>
    <w:rsid w:val="00A91680"/>
    <w:rsid w:val="00AA25C7"/>
    <w:rsid w:val="00AC11A3"/>
    <w:rsid w:val="00AE066B"/>
    <w:rsid w:val="00AF4685"/>
    <w:rsid w:val="00B005BF"/>
    <w:rsid w:val="00B06CCE"/>
    <w:rsid w:val="00B22183"/>
    <w:rsid w:val="00B223C4"/>
    <w:rsid w:val="00B542C6"/>
    <w:rsid w:val="00B54D7B"/>
    <w:rsid w:val="00B556B7"/>
    <w:rsid w:val="00B56991"/>
    <w:rsid w:val="00BD0F82"/>
    <w:rsid w:val="00C12842"/>
    <w:rsid w:val="00C222D9"/>
    <w:rsid w:val="00C27F51"/>
    <w:rsid w:val="00C3654A"/>
    <w:rsid w:val="00C405F5"/>
    <w:rsid w:val="00C4274B"/>
    <w:rsid w:val="00C45CC0"/>
    <w:rsid w:val="00C46823"/>
    <w:rsid w:val="00C65692"/>
    <w:rsid w:val="00D1041E"/>
    <w:rsid w:val="00D21E65"/>
    <w:rsid w:val="00D263AB"/>
    <w:rsid w:val="00D27470"/>
    <w:rsid w:val="00D27798"/>
    <w:rsid w:val="00D3660E"/>
    <w:rsid w:val="00D401C9"/>
    <w:rsid w:val="00D5446F"/>
    <w:rsid w:val="00D75353"/>
    <w:rsid w:val="00D827D0"/>
    <w:rsid w:val="00DA6046"/>
    <w:rsid w:val="00DB4BE6"/>
    <w:rsid w:val="00DC7D49"/>
    <w:rsid w:val="00DE1ED3"/>
    <w:rsid w:val="00DE63FD"/>
    <w:rsid w:val="00DF67D1"/>
    <w:rsid w:val="00E10257"/>
    <w:rsid w:val="00E2393F"/>
    <w:rsid w:val="00E308E8"/>
    <w:rsid w:val="00E84589"/>
    <w:rsid w:val="00ED7FD4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812A5"/>
  <w15:docId w15:val="{F333AC1F-E551-F749-A768-B3CB64E7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StandardWeb">
    <w:name w:val="Normal (Web)"/>
    <w:basedOn w:val="Standard"/>
    <w:uiPriority w:val="99"/>
    <w:semiHidden/>
    <w:unhideWhenUsed/>
    <w:rsid w:val="00C27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customStyle="1" w:styleId="copyright">
    <w:name w:val="copyright"/>
    <w:basedOn w:val="Absatz-Standardschriftart"/>
    <w:rsid w:val="00C27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17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2024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466B9F992AB6E4F96D49C25C22C2E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5BBE1D-5C27-0144-8919-0955077EAD3A}"/>
      </w:docPartPr>
      <w:docPartBody>
        <w:p w:rsidR="00717BB3" w:rsidRDefault="00000000">
          <w:pPr>
            <w:pStyle w:val="8466B9F992AB6E4F96D49C25C22C2E2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8B0"/>
    <w:rsid w:val="000120E0"/>
    <w:rsid w:val="001A2024"/>
    <w:rsid w:val="0029275C"/>
    <w:rsid w:val="00302AAA"/>
    <w:rsid w:val="00717BB3"/>
    <w:rsid w:val="007400E2"/>
    <w:rsid w:val="007C54DB"/>
    <w:rsid w:val="007D41A7"/>
    <w:rsid w:val="009F78B0"/>
    <w:rsid w:val="00B54057"/>
    <w:rsid w:val="00BD4D70"/>
    <w:rsid w:val="00DE63FD"/>
    <w:rsid w:val="00ED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466B9F992AB6E4F96D49C25C22C2E23">
    <w:name w:val="8466B9F992AB6E4F96D49C25C22C2E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2024-12-09T00:00:00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(1).dotx</Template>
  <TotalTime>0</TotalTime>
  <Pages>2</Pages>
  <Words>150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Lilli Hildebrandt</cp:lastModifiedBy>
  <cp:revision>10</cp:revision>
  <cp:lastPrinted>2019-11-28T10:39:00Z</cp:lastPrinted>
  <dcterms:created xsi:type="dcterms:W3CDTF">2024-12-06T11:35:00Z</dcterms:created>
  <dcterms:modified xsi:type="dcterms:W3CDTF">2024-12-09T14:16:00Z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